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954"/>
        <w:gridCol w:w="3969"/>
      </w:tblGrid>
      <w:tr w:rsidR="000F0808" w:rsidRPr="00C915BB" w:rsidTr="008736DF">
        <w:tc>
          <w:tcPr>
            <w:tcW w:w="9923" w:type="dxa"/>
            <w:gridSpan w:val="2"/>
            <w:tcBorders>
              <w:bottom w:val="dotted" w:sz="4" w:space="0" w:color="auto"/>
            </w:tcBorders>
          </w:tcPr>
          <w:p w:rsidR="000F0808" w:rsidRPr="00C915BB" w:rsidRDefault="000F0808" w:rsidP="00B670B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915BB">
              <w:rPr>
                <w:b/>
                <w:bCs/>
                <w:sz w:val="40"/>
                <w:szCs w:val="40"/>
                <w:lang w:val="uk-UA"/>
              </w:rPr>
              <w:t>Бюлетень</w:t>
            </w:r>
          </w:p>
          <w:p w:rsidR="000F0808" w:rsidRPr="00C915BB" w:rsidRDefault="000F0808" w:rsidP="00B670B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304D3">
              <w:rPr>
                <w:bCs/>
                <w:sz w:val="28"/>
                <w:szCs w:val="28"/>
                <w:lang w:val="uk-UA"/>
              </w:rPr>
              <w:t xml:space="preserve">для голосування </w:t>
            </w:r>
            <w:r w:rsidRPr="00F304D3">
              <w:rPr>
                <w:sz w:val="28"/>
                <w:szCs w:val="28"/>
              </w:rPr>
              <w:t>з питань обрання органів товариства (крім кумулятивного голосування)</w:t>
            </w:r>
            <w:r w:rsidRPr="00F304D3">
              <w:rPr>
                <w:bCs/>
                <w:sz w:val="28"/>
                <w:szCs w:val="28"/>
                <w:lang w:val="uk-UA"/>
              </w:rPr>
              <w:t xml:space="preserve"> на</w:t>
            </w:r>
            <w:r>
              <w:rPr>
                <w:bCs/>
                <w:sz w:val="28"/>
                <w:szCs w:val="28"/>
                <w:lang w:val="uk-UA"/>
              </w:rPr>
              <w:t xml:space="preserve"> дистанційних</w:t>
            </w:r>
            <w:r w:rsidRPr="00C915BB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річних </w:t>
            </w:r>
            <w:r w:rsidRPr="00C915BB">
              <w:rPr>
                <w:bCs/>
                <w:sz w:val="28"/>
                <w:szCs w:val="28"/>
                <w:lang w:val="uk-UA"/>
              </w:rPr>
              <w:t>Загальних зборах акціонерів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0F0808" w:rsidRPr="00E908F8" w:rsidRDefault="000F0808" w:rsidP="00022B92">
            <w:pPr>
              <w:jc w:val="center"/>
              <w:rPr>
                <w:sz w:val="28"/>
                <w:szCs w:val="28"/>
                <w:lang w:val="en-US"/>
              </w:rPr>
            </w:pPr>
            <w:r w:rsidRPr="00C915BB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РИВАТНОГО АКЦІОНЕРНОГО ТОВАРИСТВА</w:t>
            </w:r>
          </w:p>
          <w:p w:rsidR="000F0808" w:rsidRDefault="000F0808" w:rsidP="00022B92">
            <w:pPr>
              <w:jc w:val="center"/>
              <w:rPr>
                <w:sz w:val="28"/>
                <w:szCs w:val="28"/>
                <w:lang w:val="uk-UA"/>
              </w:rPr>
            </w:pPr>
            <w:r w:rsidRPr="00C915BB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en-US"/>
              </w:rPr>
              <w:t>ГІПРОЦИВІЛЬПРОМБУД</w:t>
            </w:r>
            <w:r w:rsidRPr="00C915BB">
              <w:rPr>
                <w:sz w:val="28"/>
                <w:szCs w:val="28"/>
                <w:lang w:val="uk-UA"/>
              </w:rPr>
              <w:t>»</w:t>
            </w:r>
          </w:p>
          <w:p w:rsidR="000F0808" w:rsidRDefault="000F0808" w:rsidP="00022B9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(ідентифікаційний код 02497697)</w:t>
            </w:r>
          </w:p>
          <w:p w:rsidR="000F0808" w:rsidRPr="00C915BB" w:rsidRDefault="000F0808" w:rsidP="00AE4C9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F0808" w:rsidRPr="0093333A" w:rsidTr="008736DF">
        <w:tc>
          <w:tcPr>
            <w:tcW w:w="59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808" w:rsidRPr="0093333A" w:rsidRDefault="000F0808" w:rsidP="00782987">
            <w:pPr>
              <w:rPr>
                <w:lang w:val="uk-UA"/>
              </w:rPr>
            </w:pPr>
            <w:r w:rsidRPr="0093333A">
              <w:rPr>
                <w:lang w:val="uk-UA"/>
              </w:rPr>
              <w:t>Дата проведення загальних зборів:</w:t>
            </w:r>
          </w:p>
          <w:p w:rsidR="000F0808" w:rsidRPr="0093333A" w:rsidRDefault="000F0808" w:rsidP="00782987">
            <w:pPr>
              <w:rPr>
                <w:lang w:val="uk-UA"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0808" w:rsidRPr="0093333A" w:rsidRDefault="000F0808" w:rsidP="00B670B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06</w:t>
            </w:r>
            <w:r w:rsidRPr="0093333A">
              <w:rPr>
                <w:lang w:val="uk-UA"/>
              </w:rPr>
              <w:t>.</w:t>
            </w:r>
            <w:r>
              <w:rPr>
                <w:lang w:val="uk-UA"/>
              </w:rPr>
              <w:t>04</w:t>
            </w:r>
            <w:r w:rsidRPr="0093333A">
              <w:rPr>
                <w:lang w:val="uk-UA"/>
              </w:rPr>
              <w:t>.202</w:t>
            </w:r>
            <w:r>
              <w:rPr>
                <w:lang w:val="uk-UA"/>
              </w:rPr>
              <w:t>3</w:t>
            </w:r>
          </w:p>
        </w:tc>
      </w:tr>
      <w:tr w:rsidR="000F0808" w:rsidRPr="0093333A" w:rsidTr="008736DF">
        <w:tc>
          <w:tcPr>
            <w:tcW w:w="59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808" w:rsidRDefault="000F0808" w:rsidP="00782987">
            <w:pPr>
              <w:rPr>
                <w:lang w:val="uk-UA"/>
              </w:rPr>
            </w:pPr>
            <w:r w:rsidRPr="0093333A">
              <w:rPr>
                <w:lang w:val="uk-UA"/>
              </w:rPr>
              <w:t xml:space="preserve">Дата заповнення бюлетеня акціонером </w:t>
            </w:r>
          </w:p>
          <w:p w:rsidR="000F0808" w:rsidRPr="0093333A" w:rsidRDefault="000F0808" w:rsidP="00214D1A">
            <w:pPr>
              <w:rPr>
                <w:lang w:val="uk-UA"/>
              </w:rPr>
            </w:pPr>
            <w:r w:rsidRPr="0093333A">
              <w:rPr>
                <w:lang w:val="uk-UA"/>
              </w:rPr>
              <w:t>(представником акціонера):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0808" w:rsidRPr="0093333A" w:rsidRDefault="000F0808" w:rsidP="00E17731">
            <w:pPr>
              <w:jc w:val="both"/>
              <w:rPr>
                <w:lang w:val="uk-UA"/>
              </w:rPr>
            </w:pPr>
          </w:p>
        </w:tc>
      </w:tr>
      <w:tr w:rsidR="000F0808" w:rsidRPr="0093333A" w:rsidTr="008736DF">
        <w:tc>
          <w:tcPr>
            <w:tcW w:w="5954" w:type="dxa"/>
            <w:vMerge w:val="restart"/>
            <w:tcBorders>
              <w:top w:val="dotted" w:sz="4" w:space="0" w:color="auto"/>
              <w:right w:val="dotted" w:sz="4" w:space="0" w:color="auto"/>
            </w:tcBorders>
          </w:tcPr>
          <w:p w:rsidR="000F0808" w:rsidRPr="0093333A" w:rsidRDefault="000F0808" w:rsidP="00B670B5">
            <w:pPr>
              <w:rPr>
                <w:lang w:val="uk-UA"/>
              </w:rPr>
            </w:pPr>
            <w:r w:rsidRPr="0093333A">
              <w:rPr>
                <w:bCs/>
                <w:color w:val="000000"/>
                <w:lang w:val="uk-UA"/>
              </w:rPr>
              <w:t>Кількість голосів, що належать акціонеру: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</w:tcBorders>
          </w:tcPr>
          <w:p w:rsidR="000F0808" w:rsidRPr="0093333A" w:rsidRDefault="000F0808" w:rsidP="00E17731">
            <w:pPr>
              <w:jc w:val="center"/>
              <w:rPr>
                <w:lang w:val="uk-UA"/>
              </w:rPr>
            </w:pPr>
            <w:r>
              <w:rPr>
                <w:u w:val="single"/>
                <w:lang w:val="uk-UA"/>
              </w:rPr>
              <w:t xml:space="preserve">             </w:t>
            </w:r>
            <w:r w:rsidRPr="0093333A">
              <w:rPr>
                <w:u w:val="single"/>
                <w:lang w:val="uk-UA"/>
              </w:rPr>
              <w:t xml:space="preserve"> </w:t>
            </w:r>
            <w:r w:rsidRPr="0093333A">
              <w:rPr>
                <w:lang w:val="uk-UA"/>
              </w:rPr>
              <w:t xml:space="preserve"> (</w:t>
            </w:r>
            <w:r w:rsidRPr="0093333A">
              <w:rPr>
                <w:u w:val="single"/>
                <w:lang w:val="uk-UA"/>
              </w:rPr>
              <w:t xml:space="preserve"> </w:t>
            </w:r>
            <w:r>
              <w:rPr>
                <w:u w:val="single"/>
                <w:lang w:val="uk-UA"/>
              </w:rPr>
              <w:t xml:space="preserve">                                       </w:t>
            </w:r>
            <w:r w:rsidRPr="0093333A">
              <w:rPr>
                <w:u w:val="single"/>
                <w:lang w:val="uk-UA"/>
              </w:rPr>
              <w:t xml:space="preserve"> </w:t>
            </w:r>
            <w:r w:rsidRPr="0093333A">
              <w:rPr>
                <w:lang w:val="uk-UA"/>
              </w:rPr>
              <w:t>)</w:t>
            </w:r>
          </w:p>
        </w:tc>
      </w:tr>
      <w:tr w:rsidR="000F0808" w:rsidRPr="0093333A" w:rsidTr="008736DF">
        <w:tc>
          <w:tcPr>
            <w:tcW w:w="5954" w:type="dxa"/>
            <w:vMerge/>
            <w:tcBorders>
              <w:bottom w:val="dotted" w:sz="4" w:space="0" w:color="auto"/>
              <w:right w:val="dotted" w:sz="4" w:space="0" w:color="auto"/>
            </w:tcBorders>
          </w:tcPr>
          <w:p w:rsidR="000F0808" w:rsidRPr="0093333A" w:rsidRDefault="000F0808" w:rsidP="00B670B5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3969" w:type="dxa"/>
            <w:tcBorders>
              <w:left w:val="dotted" w:sz="4" w:space="0" w:color="auto"/>
              <w:bottom w:val="dotted" w:sz="4" w:space="0" w:color="auto"/>
            </w:tcBorders>
          </w:tcPr>
          <w:p w:rsidR="000F0808" w:rsidRPr="0093333A" w:rsidRDefault="000F0808" w:rsidP="00E17731">
            <w:pPr>
              <w:jc w:val="center"/>
              <w:rPr>
                <w:bCs/>
                <w:i/>
                <w:iCs/>
                <w:color w:val="000000"/>
                <w:sz w:val="20"/>
                <w:szCs w:val="20"/>
                <w:lang w:val="uk-UA"/>
              </w:rPr>
            </w:pPr>
            <w:r w:rsidRPr="0093333A">
              <w:rPr>
                <w:bCs/>
                <w:i/>
                <w:iCs/>
                <w:color w:val="000000"/>
                <w:sz w:val="20"/>
                <w:szCs w:val="20"/>
                <w:lang w:val="uk-UA"/>
              </w:rPr>
              <w:t>(прописом)</w:t>
            </w:r>
          </w:p>
        </w:tc>
      </w:tr>
      <w:tr w:rsidR="000F0808" w:rsidRPr="0093333A" w:rsidTr="008736DF">
        <w:tc>
          <w:tcPr>
            <w:tcW w:w="59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808" w:rsidRPr="0093333A" w:rsidRDefault="000F0808" w:rsidP="00B670B5">
            <w:pPr>
              <w:rPr>
                <w:bCs/>
                <w:color w:val="000000"/>
                <w:u w:val="single"/>
                <w:lang w:val="uk-UA"/>
              </w:rPr>
            </w:pPr>
            <w:r w:rsidRPr="0093333A">
              <w:rPr>
                <w:bCs/>
                <w:color w:val="000000"/>
                <w:u w:val="single"/>
                <w:lang w:val="uk-UA"/>
              </w:rPr>
              <w:t>Реквізити акціонера:</w:t>
            </w:r>
          </w:p>
          <w:p w:rsidR="000F0808" w:rsidRPr="0093333A" w:rsidRDefault="000F0808" w:rsidP="00214D1A">
            <w:pPr>
              <w:rPr>
                <w:bCs/>
                <w:color w:val="000000"/>
                <w:lang w:val="uk-UA"/>
              </w:rPr>
            </w:pPr>
            <w:r w:rsidRPr="0093333A">
              <w:rPr>
                <w:bCs/>
                <w:color w:val="000000"/>
                <w:lang w:val="uk-UA"/>
              </w:rPr>
              <w:t>П.І.Б./найменування акціонера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0808" w:rsidRPr="00501B52" w:rsidRDefault="000F0808" w:rsidP="00E17731">
            <w:pPr>
              <w:rPr>
                <w:bCs/>
                <w:iCs/>
                <w:color w:val="000000"/>
                <w:lang w:val="uk-UA"/>
              </w:rPr>
            </w:pPr>
          </w:p>
        </w:tc>
      </w:tr>
      <w:tr w:rsidR="000F0808" w:rsidRPr="00214D1A" w:rsidTr="008736DF">
        <w:tc>
          <w:tcPr>
            <w:tcW w:w="59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808" w:rsidRPr="00C915BB" w:rsidRDefault="000F0808" w:rsidP="00B670B5">
            <w:pPr>
              <w:rPr>
                <w:lang w:val="uk-UA"/>
              </w:rPr>
            </w:pPr>
            <w:r w:rsidRPr="00C915BB">
              <w:rPr>
                <w:lang w:val="uk-UA"/>
              </w:rPr>
              <w:t xml:space="preserve">Назва, серія (за наявності), номер, дата видачі документа, що посвідчує фізичну особу та РНОКПП (за наявності) – для фізичної особи </w:t>
            </w:r>
          </w:p>
          <w:p w:rsidR="000F0808" w:rsidRPr="00C915BB" w:rsidRDefault="000F0808" w:rsidP="00B670B5">
            <w:pPr>
              <w:rPr>
                <w:sz w:val="16"/>
                <w:szCs w:val="16"/>
                <w:lang w:val="uk-UA"/>
              </w:rPr>
            </w:pPr>
          </w:p>
          <w:p w:rsidR="000F0808" w:rsidRPr="00C915BB" w:rsidRDefault="000F0808" w:rsidP="00B670B5">
            <w:pPr>
              <w:rPr>
                <w:sz w:val="20"/>
                <w:szCs w:val="20"/>
                <w:lang w:val="uk-UA"/>
              </w:rPr>
            </w:pPr>
            <w:r w:rsidRPr="00C915BB">
              <w:rPr>
                <w:lang w:val="uk-UA"/>
              </w:rPr>
              <w:t>Код за ЄДРПОУ та код</w:t>
            </w:r>
            <w:r>
              <w:rPr>
                <w:lang w:val="uk-UA"/>
              </w:rPr>
              <w:t xml:space="preserve"> за</w:t>
            </w:r>
            <w:r w:rsidRPr="00C915BB">
              <w:rPr>
                <w:lang w:val="uk-UA"/>
              </w:rPr>
              <w:t xml:space="preserve"> ЄДРІСІ (за наявності)/ ІКЮО </w:t>
            </w:r>
            <w:r w:rsidRPr="00C915BB">
              <w:rPr>
                <w:i/>
                <w:sz w:val="20"/>
                <w:szCs w:val="20"/>
                <w:lang w:val="uk-UA"/>
              </w:rPr>
              <w:t xml:space="preserve">(ідентифікаційний код з торговельного, судового або банківського реєстру країни, де офіційно зареєстрований іноземний суб’єкт господарської діяльності) </w:t>
            </w:r>
            <w:r w:rsidRPr="00C915BB">
              <w:rPr>
                <w:lang w:val="uk-UA"/>
              </w:rPr>
              <w:t>– для юридичної особи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0808" w:rsidRPr="00501B52" w:rsidRDefault="000F0808" w:rsidP="00E17731">
            <w:pPr>
              <w:jc w:val="both"/>
              <w:rPr>
                <w:lang w:val="uk-UA"/>
              </w:rPr>
            </w:pPr>
          </w:p>
        </w:tc>
      </w:tr>
      <w:tr w:rsidR="000F0808" w:rsidRPr="00214D1A" w:rsidTr="008736DF">
        <w:tc>
          <w:tcPr>
            <w:tcW w:w="59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808" w:rsidRDefault="000F0808" w:rsidP="00DD1A69">
            <w:pPr>
              <w:rPr>
                <w:u w:val="single"/>
                <w:lang w:val="uk-UA"/>
              </w:rPr>
            </w:pPr>
          </w:p>
          <w:p w:rsidR="000F0808" w:rsidRPr="00C915BB" w:rsidRDefault="000F0808" w:rsidP="00DD1A69">
            <w:pPr>
              <w:rPr>
                <w:u w:val="single"/>
                <w:lang w:val="uk-UA"/>
              </w:rPr>
            </w:pPr>
            <w:r w:rsidRPr="00C915BB">
              <w:rPr>
                <w:u w:val="single"/>
                <w:lang w:val="uk-UA"/>
              </w:rPr>
              <w:t>Реквізити представника акціонера (за наявності)</w:t>
            </w:r>
            <w:r>
              <w:rPr>
                <w:u w:val="single"/>
                <w:lang w:val="uk-UA"/>
              </w:rPr>
              <w:t>:</w:t>
            </w:r>
          </w:p>
          <w:p w:rsidR="000F0808" w:rsidRPr="00C915BB" w:rsidRDefault="000F0808" w:rsidP="00DD1A69">
            <w:pPr>
              <w:rPr>
                <w:lang w:val="uk-UA"/>
              </w:rPr>
            </w:pPr>
            <w:r w:rsidRPr="00C915BB">
              <w:rPr>
                <w:lang w:val="uk-UA"/>
              </w:rPr>
              <w:t>П.І.Б.</w:t>
            </w:r>
            <w:r w:rsidRPr="00C915BB">
              <w:rPr>
                <w:bCs/>
                <w:color w:val="000000"/>
                <w:lang w:val="uk-UA"/>
              </w:rPr>
              <w:t xml:space="preserve"> /найменування</w:t>
            </w:r>
            <w:r w:rsidRPr="00C915BB">
              <w:rPr>
                <w:lang w:val="uk-UA"/>
              </w:rPr>
              <w:t xml:space="preserve"> представника акціонера</w:t>
            </w:r>
          </w:p>
          <w:p w:rsidR="000F0808" w:rsidRPr="00C915BB" w:rsidRDefault="000F0808" w:rsidP="00452C7E">
            <w:pPr>
              <w:rPr>
                <w:sz w:val="16"/>
                <w:szCs w:val="16"/>
                <w:lang w:val="uk-UA"/>
              </w:rPr>
            </w:pPr>
          </w:p>
          <w:p w:rsidR="000F0808" w:rsidRPr="00C915BB" w:rsidRDefault="000F0808" w:rsidP="00452C7E">
            <w:pPr>
              <w:rPr>
                <w:lang w:val="uk-UA"/>
              </w:rPr>
            </w:pPr>
            <w:r w:rsidRPr="00C915BB">
              <w:rPr>
                <w:lang w:val="uk-UA"/>
              </w:rPr>
              <w:t>Назва, серія (за наявності), номер, дата видачі документа, що посвідчує фізичну особу та РНОКПП (за наявності) – для фізичної особи</w:t>
            </w:r>
          </w:p>
          <w:p w:rsidR="000F0808" w:rsidRPr="00C915BB" w:rsidRDefault="000F0808" w:rsidP="00452C7E">
            <w:pPr>
              <w:rPr>
                <w:lang w:val="uk-UA"/>
              </w:rPr>
            </w:pPr>
          </w:p>
          <w:p w:rsidR="000F0808" w:rsidRPr="00C915BB" w:rsidRDefault="000F0808" w:rsidP="0093333A">
            <w:pPr>
              <w:rPr>
                <w:lang w:val="uk-UA"/>
              </w:rPr>
            </w:pPr>
            <w:r w:rsidRPr="00C915BB">
              <w:rPr>
                <w:lang w:val="uk-UA"/>
              </w:rPr>
              <w:t>Код за ЄДРПОУ та код</w:t>
            </w:r>
            <w:r>
              <w:rPr>
                <w:lang w:val="uk-UA"/>
              </w:rPr>
              <w:t xml:space="preserve"> за</w:t>
            </w:r>
            <w:r w:rsidRPr="00C915BB">
              <w:rPr>
                <w:lang w:val="uk-UA"/>
              </w:rPr>
              <w:t xml:space="preserve"> ЄДРІСІ (за наявності)/ ІКЮО </w:t>
            </w:r>
            <w:r w:rsidRPr="00C915BB">
              <w:rPr>
                <w:i/>
                <w:sz w:val="20"/>
                <w:szCs w:val="20"/>
                <w:lang w:val="uk-UA"/>
              </w:rPr>
              <w:t xml:space="preserve">(ідентифікаційний код з торговельного, судового або банківського реєстру країни, де офіційно зареєстрований іноземний суб’єкт господарської діяльності) </w:t>
            </w:r>
            <w:r w:rsidRPr="00C915BB">
              <w:rPr>
                <w:lang w:val="uk-UA"/>
              </w:rPr>
              <w:t>– для юридичної особи</w:t>
            </w:r>
            <w:bookmarkStart w:id="0" w:name="_GoBack"/>
            <w:bookmarkEnd w:id="0"/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0808" w:rsidRPr="00782987" w:rsidRDefault="000F0808" w:rsidP="00B670B5">
            <w:pPr>
              <w:jc w:val="both"/>
              <w:rPr>
                <w:b/>
                <w:bCs/>
                <w:lang w:val="uk-UA"/>
              </w:rPr>
            </w:pPr>
          </w:p>
        </w:tc>
      </w:tr>
    </w:tbl>
    <w:p w:rsidR="000F0808" w:rsidRPr="0093333A" w:rsidRDefault="000F0808" w:rsidP="00B670B5">
      <w:pPr>
        <w:rPr>
          <w:bCs/>
          <w:i/>
          <w:iCs/>
          <w:color w:val="000000"/>
          <w:lang w:val="uk-UA"/>
        </w:rPr>
      </w:pPr>
    </w:p>
    <w:p w:rsidR="000F0808" w:rsidRPr="00022B92" w:rsidRDefault="000F0808" w:rsidP="00B670B5">
      <w:pPr>
        <w:rPr>
          <w:bCs/>
          <w:i/>
          <w:iCs/>
          <w:color w:val="000000"/>
          <w:sz w:val="28"/>
          <w:szCs w:val="28"/>
          <w:lang w:val="uk-UA"/>
        </w:rPr>
      </w:pPr>
      <w:r w:rsidRPr="00022B92">
        <w:rPr>
          <w:bCs/>
          <w:i/>
          <w:iCs/>
          <w:color w:val="000000"/>
          <w:sz w:val="28"/>
          <w:szCs w:val="28"/>
          <w:lang w:val="uk-UA"/>
        </w:rPr>
        <w:t>Питання, винесене на голосування:</w:t>
      </w:r>
    </w:p>
    <w:p w:rsidR="000F0808" w:rsidRPr="00022B92" w:rsidRDefault="000F0808" w:rsidP="00D867D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7</w:t>
      </w:r>
      <w:r w:rsidRPr="00022B92">
        <w:rPr>
          <w:sz w:val="28"/>
          <w:szCs w:val="28"/>
          <w:lang w:val="uk-UA"/>
        </w:rPr>
        <w:t>. Про обрання Правління строком на 5 (п’ять) років.</w:t>
      </w:r>
    </w:p>
    <w:p w:rsidR="000F0808" w:rsidRPr="00022B92" w:rsidRDefault="000F0808" w:rsidP="00D867DA">
      <w:pPr>
        <w:ind w:firstLine="708"/>
        <w:jc w:val="both"/>
        <w:rPr>
          <w:sz w:val="28"/>
          <w:szCs w:val="28"/>
          <w:lang w:val="uk-UA"/>
        </w:rPr>
      </w:pPr>
    </w:p>
    <w:p w:rsidR="000F0808" w:rsidRPr="00022B92" w:rsidRDefault="000F0808" w:rsidP="00B670B5">
      <w:pPr>
        <w:rPr>
          <w:bCs/>
          <w:i/>
          <w:iCs/>
          <w:color w:val="000000"/>
          <w:sz w:val="28"/>
          <w:szCs w:val="28"/>
          <w:lang w:val="uk-UA"/>
        </w:rPr>
      </w:pPr>
      <w:r w:rsidRPr="00022B92">
        <w:rPr>
          <w:bCs/>
          <w:i/>
          <w:iCs/>
          <w:color w:val="000000"/>
          <w:sz w:val="28"/>
          <w:szCs w:val="28"/>
          <w:lang w:val="uk-UA"/>
        </w:rPr>
        <w:t>Проект рішення з питання, включеного до порядку денного загальних зборів:</w:t>
      </w:r>
    </w:p>
    <w:p w:rsidR="000F0808" w:rsidRPr="00022B92" w:rsidRDefault="000F0808" w:rsidP="00022B92">
      <w:pPr>
        <w:pStyle w:val="21"/>
        <w:overflowPunct/>
        <w:autoSpaceDE/>
        <w:adjustRightInd/>
        <w:ind w:firstLine="426"/>
        <w:rPr>
          <w:rFonts w:ascii="Times New Roman" w:hAnsi="Times New Roman"/>
          <w:bCs/>
          <w:sz w:val="28"/>
          <w:szCs w:val="28"/>
        </w:rPr>
      </w:pPr>
      <w:r w:rsidRPr="00022B92">
        <w:rPr>
          <w:rFonts w:ascii="Times New Roman" w:eastAsia="Arial Unicode MS" w:hAnsi="Times New Roman"/>
          <w:bCs/>
          <w:kern w:val="1"/>
          <w:sz w:val="28"/>
          <w:szCs w:val="28"/>
        </w:rPr>
        <w:t>«</w:t>
      </w:r>
      <w:r w:rsidRPr="00022B92">
        <w:rPr>
          <w:rFonts w:ascii="Times New Roman" w:hAnsi="Times New Roman"/>
          <w:bCs/>
          <w:sz w:val="28"/>
          <w:szCs w:val="28"/>
        </w:rPr>
        <w:t>Обрати Правління строком на 5 (п’ять) років у наступному складі:</w:t>
      </w:r>
    </w:p>
    <w:p w:rsidR="000F0808" w:rsidRPr="00022B92" w:rsidRDefault="000F0808" w:rsidP="00022B92">
      <w:pPr>
        <w:pStyle w:val="21"/>
        <w:overflowPunct/>
        <w:autoSpaceDE/>
        <w:adjustRightInd/>
        <w:ind w:left="852" w:hanging="426"/>
        <w:rPr>
          <w:rFonts w:ascii="Times New Roman" w:hAnsi="Times New Roman"/>
          <w:bCs/>
          <w:sz w:val="28"/>
          <w:szCs w:val="28"/>
        </w:rPr>
      </w:pPr>
      <w:r w:rsidRPr="00022B92">
        <w:rPr>
          <w:rFonts w:ascii="Times New Roman" w:hAnsi="Times New Roman"/>
          <w:bCs/>
          <w:sz w:val="28"/>
          <w:szCs w:val="28"/>
        </w:rPr>
        <w:t>Голова Правління – Вікторук Ганна Павлівна</w:t>
      </w:r>
    </w:p>
    <w:p w:rsidR="000F0808" w:rsidRPr="00022B92" w:rsidRDefault="000F0808" w:rsidP="00022B92">
      <w:pPr>
        <w:pStyle w:val="21"/>
        <w:overflowPunct/>
        <w:autoSpaceDE/>
        <w:adjustRightInd/>
        <w:ind w:left="852" w:hanging="426"/>
        <w:rPr>
          <w:rFonts w:ascii="Times New Roman" w:hAnsi="Times New Roman"/>
          <w:bCs/>
          <w:sz w:val="28"/>
          <w:szCs w:val="28"/>
        </w:rPr>
      </w:pPr>
      <w:r w:rsidRPr="00022B92">
        <w:rPr>
          <w:rFonts w:ascii="Times New Roman" w:hAnsi="Times New Roman"/>
          <w:bCs/>
          <w:sz w:val="28"/>
          <w:szCs w:val="28"/>
        </w:rPr>
        <w:t>Член Правління – Ларін Дмитро Миколайович</w:t>
      </w:r>
    </w:p>
    <w:p w:rsidR="000F0808" w:rsidRPr="00022B92" w:rsidRDefault="000F0808" w:rsidP="00022B92">
      <w:pPr>
        <w:pStyle w:val="21"/>
        <w:overflowPunct/>
        <w:autoSpaceDE/>
        <w:adjustRightInd/>
        <w:ind w:left="852" w:hanging="426"/>
        <w:rPr>
          <w:rFonts w:ascii="Times New Roman" w:hAnsi="Times New Roman"/>
          <w:bCs/>
          <w:sz w:val="28"/>
          <w:szCs w:val="28"/>
        </w:rPr>
      </w:pPr>
      <w:r w:rsidRPr="00022B92">
        <w:rPr>
          <w:rFonts w:ascii="Times New Roman" w:hAnsi="Times New Roman"/>
          <w:bCs/>
          <w:sz w:val="28"/>
          <w:szCs w:val="28"/>
        </w:rPr>
        <w:t>Член Правління – Чуйков Михайло Сергійович</w:t>
      </w:r>
    </w:p>
    <w:p w:rsidR="000F0808" w:rsidRPr="00022B92" w:rsidRDefault="000F0808" w:rsidP="00022B92">
      <w:pPr>
        <w:pStyle w:val="21"/>
        <w:overflowPunct/>
        <w:autoSpaceDE/>
        <w:adjustRightInd/>
        <w:ind w:left="852" w:hanging="426"/>
        <w:rPr>
          <w:rFonts w:ascii="Times New Roman" w:hAnsi="Times New Roman"/>
          <w:bCs/>
          <w:sz w:val="28"/>
          <w:szCs w:val="28"/>
        </w:rPr>
      </w:pPr>
      <w:r w:rsidRPr="00022B92">
        <w:rPr>
          <w:rFonts w:ascii="Times New Roman" w:hAnsi="Times New Roman"/>
          <w:bCs/>
          <w:sz w:val="28"/>
          <w:szCs w:val="28"/>
        </w:rPr>
        <w:t>Член Правління – Симонова Людмила Володимирівна</w:t>
      </w:r>
    </w:p>
    <w:p w:rsidR="000F0808" w:rsidRPr="00022B92" w:rsidRDefault="000F0808" w:rsidP="00022B92">
      <w:pPr>
        <w:pStyle w:val="21"/>
        <w:overflowPunct/>
        <w:autoSpaceDE/>
        <w:adjustRightInd/>
        <w:ind w:left="852" w:hanging="426"/>
        <w:rPr>
          <w:rFonts w:ascii="Times New Roman" w:hAnsi="Times New Roman"/>
          <w:bCs/>
          <w:sz w:val="28"/>
          <w:szCs w:val="28"/>
        </w:rPr>
      </w:pPr>
      <w:r w:rsidRPr="00022B92">
        <w:rPr>
          <w:rFonts w:ascii="Times New Roman" w:hAnsi="Times New Roman"/>
          <w:bCs/>
          <w:sz w:val="28"/>
          <w:szCs w:val="28"/>
        </w:rPr>
        <w:t>Член Правління – Циганенко Микола Васильович.</w:t>
      </w:r>
    </w:p>
    <w:p w:rsidR="000F0808" w:rsidRPr="00022B92" w:rsidRDefault="000F0808" w:rsidP="00022B92">
      <w:pPr>
        <w:widowControl w:val="0"/>
        <w:tabs>
          <w:tab w:val="left" w:pos="9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022B92">
        <w:rPr>
          <w:bCs/>
          <w:sz w:val="28"/>
          <w:szCs w:val="28"/>
        </w:rPr>
        <w:t xml:space="preserve">Уповноважити Члена Правління Ларіна Дмитра Миколайовича без довіреності представляти інтереси Товариства. Надати Ларіну Дмитру Миколайовичу право підписувати документи і подавати документи для реєстрації в </w:t>
      </w:r>
      <w:r w:rsidRPr="00022B92">
        <w:rPr>
          <w:sz w:val="28"/>
          <w:szCs w:val="28"/>
          <w:shd w:val="clear" w:color="auto" w:fill="FFFFFF"/>
        </w:rPr>
        <w:t xml:space="preserve">Єдиному державному </w:t>
      </w:r>
      <w:r w:rsidRPr="00022B92">
        <w:rPr>
          <w:rStyle w:val="Emphasis"/>
          <w:i w:val="0"/>
          <w:sz w:val="28"/>
          <w:szCs w:val="28"/>
          <w:shd w:val="clear" w:color="auto" w:fill="FFFFFF"/>
        </w:rPr>
        <w:t>реєстрі юридичних осіб</w:t>
      </w:r>
      <w:r w:rsidRPr="00022B92">
        <w:rPr>
          <w:sz w:val="28"/>
          <w:szCs w:val="28"/>
          <w:shd w:val="clear" w:color="auto" w:fill="FFFFFF"/>
        </w:rPr>
        <w:t xml:space="preserve">, фізичних осіб-підприємців та громадських формувань (ЄДР). </w:t>
      </w:r>
      <w:r w:rsidRPr="00022B92">
        <w:rPr>
          <w:bCs/>
          <w:sz w:val="28"/>
          <w:szCs w:val="28"/>
        </w:rPr>
        <w:t xml:space="preserve">Внести до </w:t>
      </w:r>
      <w:r w:rsidRPr="00022B92">
        <w:rPr>
          <w:sz w:val="28"/>
          <w:szCs w:val="28"/>
          <w:shd w:val="clear" w:color="auto" w:fill="FFFFFF"/>
        </w:rPr>
        <w:t>ЄДР відомості про підписанта Товариства Ларіна Дмитра Миколайовича, Члена Правління.</w:t>
      </w:r>
      <w:r w:rsidRPr="00022B92">
        <w:rPr>
          <w:sz w:val="28"/>
          <w:szCs w:val="28"/>
          <w:lang w:val="uk-UA"/>
        </w:rPr>
        <w:t>»</w:t>
      </w:r>
    </w:p>
    <w:p w:rsidR="000F0808" w:rsidRPr="0093333A" w:rsidRDefault="000F0808" w:rsidP="00B670B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lang w:val="uk-UA"/>
        </w:rPr>
      </w:pPr>
    </w:p>
    <w:tbl>
      <w:tblPr>
        <w:tblW w:w="0" w:type="auto"/>
        <w:tblInd w:w="8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/>
      </w:tblPr>
      <w:tblGrid>
        <w:gridCol w:w="567"/>
        <w:gridCol w:w="2160"/>
        <w:gridCol w:w="567"/>
        <w:gridCol w:w="2160"/>
        <w:gridCol w:w="567"/>
        <w:gridCol w:w="2155"/>
      </w:tblGrid>
      <w:tr w:rsidR="000F0808" w:rsidRPr="0093333A" w:rsidTr="009D17A5">
        <w:trPr>
          <w:cantSplit/>
          <w:trHeight w:val="537"/>
        </w:trPr>
        <w:tc>
          <w:tcPr>
            <w:tcW w:w="567" w:type="dxa"/>
            <w:vAlign w:val="center"/>
          </w:tcPr>
          <w:p w:rsidR="000F0808" w:rsidRPr="004B08B1" w:rsidRDefault="000F0808" w:rsidP="004B08B1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X</w:t>
            </w: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0F0808" w:rsidRPr="0093333A" w:rsidRDefault="000F0808" w:rsidP="00B670B5">
            <w:pPr>
              <w:jc w:val="both"/>
              <w:rPr>
                <w:bCs/>
                <w:lang w:val="uk-UA"/>
              </w:rPr>
            </w:pPr>
            <w:r w:rsidRPr="0093333A">
              <w:rPr>
                <w:bCs/>
                <w:lang w:val="uk-UA"/>
              </w:rPr>
              <w:t>ЗА</w:t>
            </w:r>
          </w:p>
        </w:tc>
        <w:tc>
          <w:tcPr>
            <w:tcW w:w="567" w:type="dxa"/>
            <w:vAlign w:val="center"/>
          </w:tcPr>
          <w:p w:rsidR="000F0808" w:rsidRPr="0093333A" w:rsidRDefault="000F0808" w:rsidP="00B670B5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0F0808" w:rsidRPr="0093333A" w:rsidRDefault="000F0808" w:rsidP="00B670B5">
            <w:pPr>
              <w:jc w:val="both"/>
              <w:rPr>
                <w:bCs/>
                <w:lang w:val="uk-UA"/>
              </w:rPr>
            </w:pPr>
            <w:r w:rsidRPr="0093333A">
              <w:rPr>
                <w:bCs/>
                <w:color w:val="000000"/>
                <w:lang w:val="uk-UA"/>
              </w:rPr>
              <w:t>ПРОТИ</w:t>
            </w:r>
          </w:p>
        </w:tc>
        <w:tc>
          <w:tcPr>
            <w:tcW w:w="567" w:type="dxa"/>
            <w:vAlign w:val="center"/>
          </w:tcPr>
          <w:p w:rsidR="000F0808" w:rsidRPr="0093333A" w:rsidRDefault="000F0808" w:rsidP="00B670B5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2155" w:type="dxa"/>
            <w:tcBorders>
              <w:top w:val="nil"/>
              <w:bottom w:val="nil"/>
              <w:right w:val="nil"/>
            </w:tcBorders>
            <w:vAlign w:val="center"/>
          </w:tcPr>
          <w:p w:rsidR="000F0808" w:rsidRPr="0093333A" w:rsidRDefault="000F0808" w:rsidP="00B670B5">
            <w:pPr>
              <w:jc w:val="both"/>
              <w:rPr>
                <w:bCs/>
                <w:lang w:val="uk-UA"/>
              </w:rPr>
            </w:pPr>
            <w:r w:rsidRPr="0093333A">
              <w:rPr>
                <w:bCs/>
                <w:color w:val="000000"/>
                <w:lang w:val="uk-UA"/>
              </w:rPr>
              <w:t>УТРИМАВСЯ</w:t>
            </w:r>
          </w:p>
        </w:tc>
      </w:tr>
    </w:tbl>
    <w:p w:rsidR="000F0808" w:rsidRPr="0093333A" w:rsidRDefault="000F0808" w:rsidP="002E6A9E">
      <w:pPr>
        <w:rPr>
          <w:lang w:val="uk-UA"/>
        </w:rPr>
      </w:pPr>
    </w:p>
    <w:p w:rsidR="000F0808" w:rsidRPr="008736DF" w:rsidRDefault="000F0808" w:rsidP="002E6A9E">
      <w:pPr>
        <w:widowControl w:val="0"/>
        <w:tabs>
          <w:tab w:val="left" w:pos="225"/>
        </w:tabs>
        <w:autoSpaceDE w:val="0"/>
        <w:autoSpaceDN w:val="0"/>
        <w:adjustRightInd w:val="0"/>
        <w:spacing w:before="91"/>
        <w:jc w:val="both"/>
        <w:rPr>
          <w:bCs/>
          <w:i/>
          <w:color w:val="000000"/>
          <w:sz w:val="20"/>
          <w:szCs w:val="20"/>
          <w:lang w:val="uk-UA"/>
        </w:rPr>
      </w:pPr>
      <w:r w:rsidRPr="008736DF">
        <w:rPr>
          <w:bCs/>
          <w:i/>
          <w:color w:val="000000"/>
          <w:sz w:val="20"/>
          <w:szCs w:val="20"/>
          <w:lang w:val="uk-UA"/>
        </w:rPr>
        <w:t xml:space="preserve">Бюлетень має бути підписаний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За відсутності таких реквізитів і підпису бюлетень вважається недійсним. </w:t>
      </w:r>
    </w:p>
    <w:p w:rsidR="000F0808" w:rsidRPr="008736DF" w:rsidRDefault="000F0808" w:rsidP="00CD3DC9">
      <w:pPr>
        <w:widowControl w:val="0"/>
        <w:tabs>
          <w:tab w:val="left" w:pos="226"/>
        </w:tabs>
        <w:autoSpaceDE w:val="0"/>
        <w:autoSpaceDN w:val="0"/>
        <w:adjustRightInd w:val="0"/>
        <w:jc w:val="both"/>
        <w:rPr>
          <w:sz w:val="20"/>
          <w:szCs w:val="20"/>
          <w:lang w:val="uk-UA"/>
        </w:rPr>
      </w:pPr>
      <w:r w:rsidRPr="008736DF">
        <w:rPr>
          <w:bCs/>
          <w:i/>
          <w:color w:val="000000"/>
          <w:sz w:val="20"/>
          <w:szCs w:val="20"/>
          <w:lang w:val="uk-UA"/>
        </w:rPr>
        <w:t>Увага! Кожен аркуш бюлетеня повинен бути підписаний акціонером (представником акціонера) (крім випадку засвідчення бюлетеня кваліфікованим електронним підписом акціонера (його представника).</w:t>
      </w:r>
    </w:p>
    <w:sectPr w:rsidR="000F0808" w:rsidRPr="008736DF" w:rsidSect="00214D1A">
      <w:footerReference w:type="default" r:id="rId7"/>
      <w:pgSz w:w="11906" w:h="16838"/>
      <w:pgMar w:top="567" w:right="567" w:bottom="567" w:left="1134" w:header="567" w:footer="65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808" w:rsidRDefault="000F0808" w:rsidP="00C1614F">
      <w:r>
        <w:separator/>
      </w:r>
    </w:p>
  </w:endnote>
  <w:endnote w:type="continuationSeparator" w:id="0">
    <w:p w:rsidR="000F0808" w:rsidRDefault="000F0808" w:rsidP="00C16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808" w:rsidRDefault="000F0808" w:rsidP="00C8230A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0F0808" w:rsidRPr="007A7892" w:rsidRDefault="000F0808" w:rsidP="00A47D39">
    <w:pPr>
      <w:widowControl w:val="0"/>
      <w:tabs>
        <w:tab w:val="left" w:pos="226"/>
      </w:tabs>
      <w:autoSpaceDE w:val="0"/>
      <w:autoSpaceDN w:val="0"/>
      <w:adjustRightInd w:val="0"/>
      <w:jc w:val="right"/>
      <w:rPr>
        <w:b/>
        <w:bCs/>
        <w:color w:val="000000"/>
        <w:sz w:val="28"/>
        <w:szCs w:val="28"/>
        <w:lang w:val="uk-UA"/>
      </w:rPr>
    </w:pPr>
    <w:r>
      <w:rPr>
        <w:bCs/>
        <w:color w:val="000000"/>
        <w:sz w:val="28"/>
        <w:szCs w:val="28"/>
        <w:lang w:val="uk-UA"/>
      </w:rPr>
      <w:t>____</w:t>
    </w:r>
    <w:r w:rsidRPr="007A7892">
      <w:rPr>
        <w:bCs/>
        <w:color w:val="000000"/>
        <w:sz w:val="28"/>
        <w:szCs w:val="28"/>
        <w:lang w:val="uk-UA"/>
      </w:rPr>
      <w:t>__________________________________</w:t>
    </w:r>
  </w:p>
  <w:p w:rsidR="000F0808" w:rsidRPr="0093333A" w:rsidRDefault="000F0808" w:rsidP="0093333A">
    <w:pPr>
      <w:jc w:val="right"/>
    </w:pPr>
    <w:r w:rsidRPr="007A7892">
      <w:rPr>
        <w:b/>
        <w:bCs/>
        <w:i/>
        <w:color w:val="000000"/>
        <w:lang w:val="uk-UA"/>
      </w:rPr>
      <w:t>(</w:t>
    </w:r>
    <w:r>
      <w:rPr>
        <w:b/>
        <w:bCs/>
        <w:i/>
        <w:color w:val="000000"/>
        <w:lang w:val="uk-UA"/>
      </w:rPr>
      <w:t>ПІБ, п</w:t>
    </w:r>
    <w:r w:rsidRPr="007A7892">
      <w:rPr>
        <w:b/>
        <w:bCs/>
        <w:i/>
        <w:color w:val="000000"/>
        <w:lang w:val="uk-UA"/>
      </w:rPr>
      <w:t>ідпис акціонера (представника акціонера)</w:t>
    </w:r>
    <w:r>
      <w:rPr>
        <w:b/>
        <w:bCs/>
        <w:i/>
        <w:color w:val="000000"/>
        <w:lang w:val="uk-UA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808" w:rsidRDefault="000F0808" w:rsidP="00C1614F">
      <w:r>
        <w:separator/>
      </w:r>
    </w:p>
  </w:footnote>
  <w:footnote w:type="continuationSeparator" w:id="0">
    <w:p w:rsidR="000F0808" w:rsidRDefault="000F0808" w:rsidP="00C161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C63AE"/>
    <w:multiLevelType w:val="hybridMultilevel"/>
    <w:tmpl w:val="2968DA0E"/>
    <w:lvl w:ilvl="0" w:tplc="A286939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B2A"/>
    <w:rsid w:val="00005FC3"/>
    <w:rsid w:val="000110C9"/>
    <w:rsid w:val="00013992"/>
    <w:rsid w:val="00022B92"/>
    <w:rsid w:val="000252AA"/>
    <w:rsid w:val="00030271"/>
    <w:rsid w:val="00031DE7"/>
    <w:rsid w:val="00032C50"/>
    <w:rsid w:val="000467E6"/>
    <w:rsid w:val="00055AA1"/>
    <w:rsid w:val="00060F78"/>
    <w:rsid w:val="00061772"/>
    <w:rsid w:val="00077B9A"/>
    <w:rsid w:val="000B49D0"/>
    <w:rsid w:val="000E52DD"/>
    <w:rsid w:val="000F0808"/>
    <w:rsid w:val="000F1E47"/>
    <w:rsid w:val="0011284B"/>
    <w:rsid w:val="00137A53"/>
    <w:rsid w:val="0014259A"/>
    <w:rsid w:val="0015347E"/>
    <w:rsid w:val="0015383C"/>
    <w:rsid w:val="001608C1"/>
    <w:rsid w:val="00176E0C"/>
    <w:rsid w:val="001838EA"/>
    <w:rsid w:val="001959DE"/>
    <w:rsid w:val="001A2A34"/>
    <w:rsid w:val="001C2B0A"/>
    <w:rsid w:val="001E3AD9"/>
    <w:rsid w:val="00210763"/>
    <w:rsid w:val="00214D1A"/>
    <w:rsid w:val="002242B7"/>
    <w:rsid w:val="00233A35"/>
    <w:rsid w:val="00235412"/>
    <w:rsid w:val="002567BE"/>
    <w:rsid w:val="0025701A"/>
    <w:rsid w:val="00271625"/>
    <w:rsid w:val="00272BAF"/>
    <w:rsid w:val="00281C79"/>
    <w:rsid w:val="002A6293"/>
    <w:rsid w:val="002A6473"/>
    <w:rsid w:val="002B6A3E"/>
    <w:rsid w:val="002D5286"/>
    <w:rsid w:val="002E5CC8"/>
    <w:rsid w:val="002E6A9E"/>
    <w:rsid w:val="002F3009"/>
    <w:rsid w:val="003006DE"/>
    <w:rsid w:val="00322A8E"/>
    <w:rsid w:val="003340E4"/>
    <w:rsid w:val="00336675"/>
    <w:rsid w:val="00353520"/>
    <w:rsid w:val="003574B7"/>
    <w:rsid w:val="00374DA9"/>
    <w:rsid w:val="0038180D"/>
    <w:rsid w:val="00394DFA"/>
    <w:rsid w:val="003A6918"/>
    <w:rsid w:val="003B7E42"/>
    <w:rsid w:val="003C1112"/>
    <w:rsid w:val="003C64E9"/>
    <w:rsid w:val="003D0681"/>
    <w:rsid w:val="004111E2"/>
    <w:rsid w:val="00411C93"/>
    <w:rsid w:val="00413F28"/>
    <w:rsid w:val="0041416B"/>
    <w:rsid w:val="004178DE"/>
    <w:rsid w:val="00436F7E"/>
    <w:rsid w:val="00440CA4"/>
    <w:rsid w:val="00443A49"/>
    <w:rsid w:val="004517D8"/>
    <w:rsid w:val="00451C18"/>
    <w:rsid w:val="00452C7E"/>
    <w:rsid w:val="00452FAC"/>
    <w:rsid w:val="00462FF7"/>
    <w:rsid w:val="0046338C"/>
    <w:rsid w:val="004633F7"/>
    <w:rsid w:val="00474B7F"/>
    <w:rsid w:val="004A37F8"/>
    <w:rsid w:val="004A50DE"/>
    <w:rsid w:val="004B08B1"/>
    <w:rsid w:val="004B7B09"/>
    <w:rsid w:val="004C3BAB"/>
    <w:rsid w:val="004E65F1"/>
    <w:rsid w:val="004F084C"/>
    <w:rsid w:val="00501B52"/>
    <w:rsid w:val="00540AF7"/>
    <w:rsid w:val="00547580"/>
    <w:rsid w:val="005476BC"/>
    <w:rsid w:val="0055513E"/>
    <w:rsid w:val="00555860"/>
    <w:rsid w:val="00566E42"/>
    <w:rsid w:val="0057409F"/>
    <w:rsid w:val="005A0F7B"/>
    <w:rsid w:val="005B2510"/>
    <w:rsid w:val="005C54A4"/>
    <w:rsid w:val="005D3F97"/>
    <w:rsid w:val="005F16B8"/>
    <w:rsid w:val="005F652B"/>
    <w:rsid w:val="005F73B5"/>
    <w:rsid w:val="005F74A2"/>
    <w:rsid w:val="006027BB"/>
    <w:rsid w:val="00636EE7"/>
    <w:rsid w:val="006433D7"/>
    <w:rsid w:val="00660C4A"/>
    <w:rsid w:val="00670CD2"/>
    <w:rsid w:val="006722B3"/>
    <w:rsid w:val="006771F7"/>
    <w:rsid w:val="006C1FF1"/>
    <w:rsid w:val="006C437C"/>
    <w:rsid w:val="00703BBA"/>
    <w:rsid w:val="007225D7"/>
    <w:rsid w:val="00725D2E"/>
    <w:rsid w:val="007270E5"/>
    <w:rsid w:val="00733B34"/>
    <w:rsid w:val="00740C0A"/>
    <w:rsid w:val="007743EF"/>
    <w:rsid w:val="00776147"/>
    <w:rsid w:val="00782987"/>
    <w:rsid w:val="007906CB"/>
    <w:rsid w:val="007A06D2"/>
    <w:rsid w:val="007A7892"/>
    <w:rsid w:val="007B4FB8"/>
    <w:rsid w:val="007C229A"/>
    <w:rsid w:val="007C57AB"/>
    <w:rsid w:val="007E0B2A"/>
    <w:rsid w:val="007E48BA"/>
    <w:rsid w:val="00800F6F"/>
    <w:rsid w:val="00810DE8"/>
    <w:rsid w:val="0082359A"/>
    <w:rsid w:val="00832B39"/>
    <w:rsid w:val="008522BC"/>
    <w:rsid w:val="00853C58"/>
    <w:rsid w:val="008614B5"/>
    <w:rsid w:val="008736DF"/>
    <w:rsid w:val="008838C3"/>
    <w:rsid w:val="008A1074"/>
    <w:rsid w:val="008C12DC"/>
    <w:rsid w:val="008D157F"/>
    <w:rsid w:val="008D5F1D"/>
    <w:rsid w:val="008E07F6"/>
    <w:rsid w:val="008E7789"/>
    <w:rsid w:val="008F0E85"/>
    <w:rsid w:val="008F661D"/>
    <w:rsid w:val="0090347B"/>
    <w:rsid w:val="009160CF"/>
    <w:rsid w:val="0093018D"/>
    <w:rsid w:val="0093333A"/>
    <w:rsid w:val="009519BF"/>
    <w:rsid w:val="009535FB"/>
    <w:rsid w:val="00954ECD"/>
    <w:rsid w:val="009A153F"/>
    <w:rsid w:val="009A19DB"/>
    <w:rsid w:val="009A22AE"/>
    <w:rsid w:val="009A4507"/>
    <w:rsid w:val="009B0EAA"/>
    <w:rsid w:val="009B2DF3"/>
    <w:rsid w:val="009C6E9E"/>
    <w:rsid w:val="009D17A5"/>
    <w:rsid w:val="009D5A66"/>
    <w:rsid w:val="009F270C"/>
    <w:rsid w:val="00A01A45"/>
    <w:rsid w:val="00A04344"/>
    <w:rsid w:val="00A169F1"/>
    <w:rsid w:val="00A16C04"/>
    <w:rsid w:val="00A4203A"/>
    <w:rsid w:val="00A47D39"/>
    <w:rsid w:val="00A50DFB"/>
    <w:rsid w:val="00A51183"/>
    <w:rsid w:val="00A64091"/>
    <w:rsid w:val="00A645EF"/>
    <w:rsid w:val="00A84674"/>
    <w:rsid w:val="00A955EE"/>
    <w:rsid w:val="00AA1B8B"/>
    <w:rsid w:val="00AD7617"/>
    <w:rsid w:val="00AE0D23"/>
    <w:rsid w:val="00AE3250"/>
    <w:rsid w:val="00AE4C97"/>
    <w:rsid w:val="00AF0160"/>
    <w:rsid w:val="00B12CCE"/>
    <w:rsid w:val="00B23A4D"/>
    <w:rsid w:val="00B30151"/>
    <w:rsid w:val="00B3344D"/>
    <w:rsid w:val="00B3386C"/>
    <w:rsid w:val="00B35791"/>
    <w:rsid w:val="00B50940"/>
    <w:rsid w:val="00B57469"/>
    <w:rsid w:val="00B670B5"/>
    <w:rsid w:val="00B83D2D"/>
    <w:rsid w:val="00B87B1F"/>
    <w:rsid w:val="00BA7E73"/>
    <w:rsid w:val="00BB3AA5"/>
    <w:rsid w:val="00BB5458"/>
    <w:rsid w:val="00BC1418"/>
    <w:rsid w:val="00BC1658"/>
    <w:rsid w:val="00BC4FD1"/>
    <w:rsid w:val="00BD07CB"/>
    <w:rsid w:val="00BE30AA"/>
    <w:rsid w:val="00BF4EF1"/>
    <w:rsid w:val="00BF5530"/>
    <w:rsid w:val="00C031D3"/>
    <w:rsid w:val="00C1614F"/>
    <w:rsid w:val="00C2394A"/>
    <w:rsid w:val="00C4198F"/>
    <w:rsid w:val="00C41A01"/>
    <w:rsid w:val="00C4494E"/>
    <w:rsid w:val="00C44B67"/>
    <w:rsid w:val="00C62736"/>
    <w:rsid w:val="00C6622E"/>
    <w:rsid w:val="00C67463"/>
    <w:rsid w:val="00C71251"/>
    <w:rsid w:val="00C737F7"/>
    <w:rsid w:val="00C73F33"/>
    <w:rsid w:val="00C76300"/>
    <w:rsid w:val="00C8230A"/>
    <w:rsid w:val="00C84640"/>
    <w:rsid w:val="00C84CA1"/>
    <w:rsid w:val="00C9002D"/>
    <w:rsid w:val="00C915BB"/>
    <w:rsid w:val="00CA62A3"/>
    <w:rsid w:val="00CB316F"/>
    <w:rsid w:val="00CB544D"/>
    <w:rsid w:val="00CC11A9"/>
    <w:rsid w:val="00CC41BA"/>
    <w:rsid w:val="00CC6950"/>
    <w:rsid w:val="00CD0F29"/>
    <w:rsid w:val="00CD1BA9"/>
    <w:rsid w:val="00CD26AA"/>
    <w:rsid w:val="00CD3DC9"/>
    <w:rsid w:val="00CE1A63"/>
    <w:rsid w:val="00CE2C66"/>
    <w:rsid w:val="00CE43E1"/>
    <w:rsid w:val="00CE5B32"/>
    <w:rsid w:val="00CF5878"/>
    <w:rsid w:val="00D46493"/>
    <w:rsid w:val="00D54063"/>
    <w:rsid w:val="00D867DA"/>
    <w:rsid w:val="00D95406"/>
    <w:rsid w:val="00DB5103"/>
    <w:rsid w:val="00DD0AE0"/>
    <w:rsid w:val="00DD1A69"/>
    <w:rsid w:val="00DD36C3"/>
    <w:rsid w:val="00DF2ECE"/>
    <w:rsid w:val="00DF7EDC"/>
    <w:rsid w:val="00E1709D"/>
    <w:rsid w:val="00E17731"/>
    <w:rsid w:val="00E51663"/>
    <w:rsid w:val="00E56C6F"/>
    <w:rsid w:val="00E56CF3"/>
    <w:rsid w:val="00E71B25"/>
    <w:rsid w:val="00E72209"/>
    <w:rsid w:val="00E908F8"/>
    <w:rsid w:val="00E921FC"/>
    <w:rsid w:val="00E958AD"/>
    <w:rsid w:val="00EA2CAF"/>
    <w:rsid w:val="00EA4721"/>
    <w:rsid w:val="00EE2C7E"/>
    <w:rsid w:val="00EE54D1"/>
    <w:rsid w:val="00F00D83"/>
    <w:rsid w:val="00F07084"/>
    <w:rsid w:val="00F0751C"/>
    <w:rsid w:val="00F121D7"/>
    <w:rsid w:val="00F17AFF"/>
    <w:rsid w:val="00F304D3"/>
    <w:rsid w:val="00F31D0C"/>
    <w:rsid w:val="00F33069"/>
    <w:rsid w:val="00F41A48"/>
    <w:rsid w:val="00F42744"/>
    <w:rsid w:val="00F440AB"/>
    <w:rsid w:val="00F51BD7"/>
    <w:rsid w:val="00F553F0"/>
    <w:rsid w:val="00F61C65"/>
    <w:rsid w:val="00F62C15"/>
    <w:rsid w:val="00F67A34"/>
    <w:rsid w:val="00F7365D"/>
    <w:rsid w:val="00F83205"/>
    <w:rsid w:val="00F87F6A"/>
    <w:rsid w:val="00F915A1"/>
    <w:rsid w:val="00F96165"/>
    <w:rsid w:val="00F9622D"/>
    <w:rsid w:val="00F97E48"/>
    <w:rsid w:val="00FD0E27"/>
    <w:rsid w:val="00FE7345"/>
    <w:rsid w:val="00FF4344"/>
    <w:rsid w:val="00FF4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B2A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E0B2A"/>
    <w:pPr>
      <w:keepNext/>
      <w:ind w:firstLine="720"/>
      <w:jc w:val="center"/>
      <w:outlineLvl w:val="2"/>
    </w:pPr>
    <w:rPr>
      <w:rFonts w:ascii="Courier New" w:hAnsi="Courier New"/>
      <w:sz w:val="2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E0B2A"/>
    <w:rPr>
      <w:rFonts w:ascii="Courier New" w:hAnsi="Courier New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7E0B2A"/>
    <w:pPr>
      <w:spacing w:after="120" w:line="480" w:lineRule="auto"/>
      <w:ind w:left="283"/>
    </w:pPr>
    <w:rPr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E0B2A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F4C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4CB9"/>
    <w:rPr>
      <w:rFonts w:ascii="Segoe UI" w:hAnsi="Segoe UI" w:cs="Segoe UI"/>
      <w:sz w:val="18"/>
      <w:szCs w:val="18"/>
      <w:lang w:val="ru-RU" w:eastAsia="ru-RU"/>
    </w:rPr>
  </w:style>
  <w:style w:type="paragraph" w:styleId="ListParagraph">
    <w:name w:val="List Paragraph"/>
    <w:basedOn w:val="Normal"/>
    <w:uiPriority w:val="99"/>
    <w:qFormat/>
    <w:rsid w:val="00C846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1614F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1614F"/>
    <w:rPr>
      <w:rFonts w:ascii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C1614F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1614F"/>
    <w:rPr>
      <w:rFonts w:ascii="Times New Roman" w:hAnsi="Times New Roman" w:cs="Times New Roman"/>
      <w:sz w:val="24"/>
      <w:szCs w:val="24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rsid w:val="009D5A6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D5A66"/>
    <w:pPr>
      <w:spacing w:after="160"/>
    </w:pPr>
    <w:rPr>
      <w:rFonts w:ascii="Calibri" w:eastAsia="Calibri" w:hAnsi="Calibri"/>
      <w:sz w:val="20"/>
      <w:szCs w:val="20"/>
      <w:lang w:val="uk-UA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D5A66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5347E"/>
    <w:pPr>
      <w:spacing w:after="0"/>
    </w:pPr>
    <w:rPr>
      <w:rFonts w:ascii="Times New Roman" w:eastAsia="Times New Roman" w:hAnsi="Times New Roman"/>
      <w:b/>
      <w:bCs/>
      <w:lang w:val="ru-RU" w:eastAsia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5347E"/>
    <w:rPr>
      <w:rFonts w:ascii="Times New Roman" w:hAnsi="Times New Roman"/>
      <w:b/>
      <w:bCs/>
      <w:lang w:val="ru-RU" w:eastAsia="ru-RU"/>
    </w:rPr>
  </w:style>
  <w:style w:type="paragraph" w:customStyle="1" w:styleId="3">
    <w:name w:val="Знак Знак3 Знак Знак"/>
    <w:basedOn w:val="Normal"/>
    <w:uiPriority w:val="99"/>
    <w:rsid w:val="007829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0">
    <w:name w:val="Знак Знак3 Знак Знак Знак Знак"/>
    <w:basedOn w:val="Normal"/>
    <w:uiPriority w:val="99"/>
    <w:rsid w:val="00022B92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character" w:styleId="Emphasis">
    <w:name w:val="Emphasis"/>
    <w:basedOn w:val="DefaultParagraphFont"/>
    <w:uiPriority w:val="99"/>
    <w:qFormat/>
    <w:locked/>
    <w:rsid w:val="00022B92"/>
    <w:rPr>
      <w:i/>
    </w:rPr>
  </w:style>
  <w:style w:type="paragraph" w:customStyle="1" w:styleId="21">
    <w:name w:val="Основной текст 21"/>
    <w:basedOn w:val="Normal"/>
    <w:uiPriority w:val="99"/>
    <w:rsid w:val="00022B92"/>
    <w:pPr>
      <w:overflowPunct w:val="0"/>
      <w:autoSpaceDE w:val="0"/>
      <w:autoSpaceDN w:val="0"/>
      <w:adjustRightInd w:val="0"/>
      <w:jc w:val="both"/>
    </w:pPr>
    <w:rPr>
      <w:rFonts w:ascii="Pragmatica" w:eastAsia="Calibri" w:hAnsi="Pragmatica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2</Pages>
  <Words>398</Words>
  <Characters>2272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Goncharuk Natalia</dc:creator>
  <cp:keywords/>
  <dc:description/>
  <cp:lastModifiedBy>Elena</cp:lastModifiedBy>
  <cp:revision>22</cp:revision>
  <cp:lastPrinted>2022-12-13T10:36:00Z</cp:lastPrinted>
  <dcterms:created xsi:type="dcterms:W3CDTF">2021-05-20T12:55:00Z</dcterms:created>
  <dcterms:modified xsi:type="dcterms:W3CDTF">2023-03-31T12:40:00Z</dcterms:modified>
</cp:coreProperties>
</file>